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6DA0AC-6A2B-4667-BC75-617A2D211FA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